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5A3945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E911B6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E911B6">
        <w:rPr>
          <w:rFonts w:ascii="Arial" w:hAnsi="Arial" w:cs="Arial"/>
          <w:sz w:val="20"/>
          <w:szCs w:val="20"/>
          <w:u w:val="single"/>
        </w:rPr>
        <w:t>Čestné prohlášení o splnění z</w:t>
      </w:r>
      <w:r w:rsidRPr="001D6A5B">
        <w:rPr>
          <w:rFonts w:ascii="Arial" w:hAnsi="Arial" w:cs="Arial"/>
          <w:sz w:val="20"/>
          <w:szCs w:val="20"/>
          <w:u w:val="single"/>
        </w:rPr>
        <w:t xml:space="preserve">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  <w:r w:rsidR="00E911B6">
        <w:rPr>
          <w:rFonts w:ascii="Arial" w:hAnsi="Arial" w:cs="Arial"/>
          <w:sz w:val="20"/>
          <w:szCs w:val="20"/>
          <w:u w:val="single"/>
        </w:rPr>
        <w:t>i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5A3945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5A3945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5A3945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5A3945">
        <w:rPr>
          <w:rFonts w:ascii="Arial" w:hAnsi="Arial" w:cs="Arial"/>
          <w:sz w:val="20"/>
          <w:szCs w:val="20"/>
        </w:rPr>
        <w:t xml:space="preserve">tato právnická osoba a </w:t>
      </w:r>
      <w:r w:rsidR="005A3945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5A3945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A394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A394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A394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5A394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E911B6" w:rsidRDefault="00E911B6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  <w:lastRenderedPageBreak/>
        <w:t xml:space="preserve">2.) Významné zakázky: </w:t>
      </w:r>
    </w:p>
    <w:p w:rsid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sz w:val="20"/>
          <w:szCs w:val="20"/>
          <w:highlight w:val="yellow"/>
          <w:lang w:eastAsia="en-US" w:bidi="cs-CZ"/>
        </w:rPr>
        <w:t>Seznam významných služeb poskytnutých za poslední 3 roky před zahájením výběrového řízení včetně uvedení ceny, doby jejich poskytnutí a identifikace objednatele:</w:t>
      </w:r>
    </w:p>
    <w:p w:rsidR="00E911B6" w:rsidRPr="00022DE3" w:rsidRDefault="00E911B6" w:rsidP="00022DE3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highlight w:val="yellow"/>
          <w:lang w:eastAsia="en-US" w:bidi="cs-CZ"/>
        </w:rPr>
      </w:pP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  <w:t>Dodavatel prokáže toto kritérium technické kvalifikace, pokud</w:t>
      </w:r>
      <w:r w:rsidRPr="00022DE3">
        <w:rPr>
          <w:rFonts w:ascii="Arial" w:hAnsi="Arial" w:cs="Arial"/>
          <w:b/>
          <w:sz w:val="20"/>
          <w:szCs w:val="20"/>
          <w:highlight w:val="yellow"/>
          <w:lang w:eastAsia="en-US" w:bidi="cs-CZ"/>
        </w:rPr>
        <w:t xml:space="preserve"> </w:t>
      </w:r>
      <w:r w:rsidRPr="00022DE3"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  <w:t xml:space="preserve">v posledních 3 letech realizoval alespoň 9 obdobných zakázek v min. hodnotě 100.000,-- Kč (slovy: jedno sto tisíc korun českých) bez DPH za každou takovou referenční zakázku. Obdobný druh služeb zadavatel blíže specifikuje jako přepis mluveného slova.  </w:t>
      </w: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  <w:t>Významná zakázka č. 1: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022DE3" w:rsidRPr="00022DE3" w:rsidTr="00D32777">
        <w:trPr>
          <w:trHeight w:val="577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431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Datum poskytnutí nebo doba plnění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566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Rozsah (předmět služby)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65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Finanční objem (suma) za poskytnutou službu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79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Kontaktní osoba pro účely</w:t>
            </w: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</w:tbl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sz w:val="20"/>
          <w:szCs w:val="20"/>
          <w:highlight w:val="yellow"/>
          <w:lang w:eastAsia="en-US" w:bidi="cs-CZ"/>
        </w:rPr>
        <w:tab/>
      </w: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  <w:t>Významná zakázka č. 2: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022DE3" w:rsidRPr="00022DE3" w:rsidTr="00D32777">
        <w:trPr>
          <w:trHeight w:val="577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431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Datum poskytnutí nebo doba plnění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566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Rozsah (předmět služby)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65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Finanční objem (suma) za poskytnutou službu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79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Kontaktní osoba pro účely</w:t>
            </w: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</w:tbl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  <w:t>Významná zakázka č. 3: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022DE3" w:rsidRPr="00022DE3" w:rsidTr="00D32777">
        <w:trPr>
          <w:trHeight w:val="577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431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Datum poskytnutí nebo doba plnění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566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Rozsah (předmět služby)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65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Finanční objem (suma) za poskytnutou službu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79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Kontaktní osoba pro účely</w:t>
            </w: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</w:tbl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sz w:val="20"/>
          <w:szCs w:val="20"/>
          <w:highlight w:val="yellow"/>
          <w:lang w:eastAsia="en-US" w:bidi="cs-CZ"/>
        </w:rPr>
        <w:tab/>
      </w:r>
    </w:p>
    <w:p w:rsid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</w:p>
    <w:p w:rsidR="00E911B6" w:rsidRDefault="00E911B6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</w:p>
    <w:p w:rsidR="00E911B6" w:rsidRDefault="00E911B6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</w:p>
    <w:p w:rsidR="00E911B6" w:rsidRPr="00022DE3" w:rsidRDefault="00E911B6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  <w:lastRenderedPageBreak/>
        <w:t>Významná zakázka č. 4: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022DE3" w:rsidRPr="00022DE3" w:rsidTr="00D32777">
        <w:trPr>
          <w:trHeight w:val="577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431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Datum poskytnutí nebo doba plnění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566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Rozsah (předmět služby)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65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Finanční objem (suma) za poskytnutou službu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79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Kontaktní osoba pro účely</w:t>
            </w: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</w:tbl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  <w:t>Významná zakázka č. 5: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022DE3" w:rsidRPr="00022DE3" w:rsidTr="00D32777">
        <w:trPr>
          <w:trHeight w:val="577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431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Datum poskytnutí nebo doba plnění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566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Rozsah (předmět služby)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65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Finanční objem (suma) za poskytnutou službu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79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Kontaktní osoba pro účely</w:t>
            </w: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</w:tbl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sz w:val="20"/>
          <w:szCs w:val="20"/>
          <w:highlight w:val="yellow"/>
          <w:lang w:eastAsia="en-US" w:bidi="cs-CZ"/>
        </w:rPr>
        <w:tab/>
      </w: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  <w:t>Významná zakázka č. 6: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022DE3" w:rsidRPr="00022DE3" w:rsidTr="00D32777">
        <w:trPr>
          <w:trHeight w:val="577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431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Datum poskytnutí nebo doba plnění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566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Rozsah (předmět služby)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65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Finanční objem (suma) za poskytnutou službu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79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Kontaktní osoba pro účely</w:t>
            </w: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</w:tbl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  <w:t>Významná zakázka č. 7: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022DE3" w:rsidRPr="00022DE3" w:rsidTr="00D32777">
        <w:trPr>
          <w:trHeight w:val="577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431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Datum poskytnutí nebo doba plnění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566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Rozsah (předmět služby)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65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Finanční objem (suma) za poskytnutou službu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79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Kontaktní osoba pro účely</w:t>
            </w: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</w:tbl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sz w:val="20"/>
          <w:szCs w:val="20"/>
          <w:highlight w:val="yellow"/>
          <w:lang w:eastAsia="en-US" w:bidi="cs-CZ"/>
        </w:rPr>
        <w:tab/>
      </w: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  <w:lastRenderedPageBreak/>
        <w:t>Významná zakázka č. 8: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022DE3" w:rsidRPr="00022DE3" w:rsidTr="00D32777">
        <w:trPr>
          <w:trHeight w:val="577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431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Datum poskytnutí nebo doba plnění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566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Rozsah (předmět služby)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65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Finanční objem (suma) za poskytnutou službu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79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Kontaktní osoba pro účely</w:t>
            </w: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</w:tbl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  <w:t>Významná zakázka č. 9: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022DE3" w:rsidRPr="00022DE3" w:rsidTr="00D32777">
        <w:trPr>
          <w:trHeight w:val="577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Název objednatele, pro kterého byla služba realizována, IČO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431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Datum poskytnutí nebo doba plnění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566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Rozsah (předmět služby)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65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Finanční objem (suma) za poskytnutou službu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  <w:tr w:rsidR="00022DE3" w:rsidRPr="00022DE3" w:rsidTr="00D32777">
        <w:trPr>
          <w:trHeight w:val="794"/>
        </w:trPr>
        <w:tc>
          <w:tcPr>
            <w:tcW w:w="4179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Kontaktní osoba pro účely</w:t>
            </w: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</w:p>
          <w:p w:rsidR="00022DE3" w:rsidRPr="00022DE3" w:rsidRDefault="00022DE3" w:rsidP="00022DE3">
            <w:pPr>
              <w:tabs>
                <w:tab w:val="num" w:pos="180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</w:pPr>
            <w:r w:rsidRPr="00022DE3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 w:bidi="cs-CZ"/>
              </w:rPr>
              <w:t>[DOPLNIT]</w:t>
            </w:r>
          </w:p>
        </w:tc>
      </w:tr>
    </w:tbl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highlight w:val="yellow"/>
          <w:lang w:eastAsia="en-US" w:bidi="cs-CZ"/>
        </w:rPr>
      </w:pPr>
      <w:r w:rsidRPr="00022DE3">
        <w:rPr>
          <w:rFonts w:ascii="Arial" w:hAnsi="Arial" w:cs="Arial"/>
          <w:b/>
          <w:sz w:val="20"/>
          <w:szCs w:val="20"/>
          <w:highlight w:val="yellow"/>
          <w:lang w:eastAsia="en-US" w:bidi="cs-CZ"/>
        </w:rPr>
        <w:tab/>
      </w: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sz w:val="20"/>
          <w:szCs w:val="20"/>
          <w:highlight w:val="yellow"/>
          <w:lang w:eastAsia="en-US" w:bidi="cs-CZ"/>
        </w:rPr>
      </w:pPr>
    </w:p>
    <w:p w:rsidR="00022DE3" w:rsidRPr="00022DE3" w:rsidRDefault="00022DE3" w:rsidP="00022DE3">
      <w:pPr>
        <w:tabs>
          <w:tab w:val="num" w:pos="180"/>
        </w:tabs>
        <w:jc w:val="both"/>
        <w:rPr>
          <w:rFonts w:ascii="Arial" w:hAnsi="Arial" w:cs="Arial"/>
          <w:b/>
          <w:bCs/>
          <w:color w:val="FF0000"/>
          <w:sz w:val="20"/>
          <w:szCs w:val="20"/>
          <w:lang w:eastAsia="en-US" w:bidi="cs-CZ"/>
        </w:rPr>
      </w:pPr>
      <w:r w:rsidRPr="00022DE3">
        <w:rPr>
          <w:rFonts w:ascii="Arial" w:hAnsi="Arial" w:cs="Arial"/>
          <w:b/>
          <w:bCs/>
          <w:color w:val="FF0000"/>
          <w:sz w:val="20"/>
          <w:szCs w:val="20"/>
          <w:highlight w:val="yellow"/>
          <w:lang w:eastAsia="en-US" w:bidi="cs-CZ"/>
        </w:rPr>
        <w:t>Pozn.: Dodavatel může výčet v případě potřeby rozšířit o příslušný počet kopií, přičemž jejich název označí vždy následujícím vzestupným pořadovým číslem.</w:t>
      </w:r>
      <w:r w:rsidRPr="00022DE3">
        <w:rPr>
          <w:rFonts w:ascii="Arial" w:hAnsi="Arial" w:cs="Arial"/>
          <w:b/>
          <w:bCs/>
          <w:color w:val="FF0000"/>
          <w:sz w:val="20"/>
          <w:szCs w:val="20"/>
          <w:lang w:eastAsia="en-US" w:bidi="cs-CZ"/>
        </w:rPr>
        <w:t xml:space="preserve"> </w:t>
      </w:r>
    </w:p>
    <w:p w:rsidR="00022DE3" w:rsidRDefault="00022DE3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5A3945" w:rsidRPr="001D6A5B">
        <w:rPr>
          <w:rFonts w:ascii="Arial" w:hAnsi="Arial" w:cs="Arial"/>
          <w:i/>
          <w:sz w:val="20"/>
          <w:szCs w:val="20"/>
        </w:rPr>
        <w:tab/>
      </w:r>
      <w:r w:rsidR="005A3945" w:rsidRPr="001D6A5B">
        <w:rPr>
          <w:rFonts w:ascii="Arial" w:hAnsi="Arial" w:cs="Arial"/>
          <w:i/>
          <w:sz w:val="20"/>
          <w:szCs w:val="20"/>
        </w:rPr>
        <w:tab/>
      </w:r>
      <w:r w:rsidR="005A3945" w:rsidRPr="001D6A5B">
        <w:rPr>
          <w:rFonts w:ascii="Arial" w:hAnsi="Arial" w:cs="Arial"/>
          <w:i/>
          <w:sz w:val="20"/>
          <w:szCs w:val="20"/>
        </w:rPr>
        <w:tab/>
      </w:r>
      <w:r w:rsidR="005A3945" w:rsidRPr="001D6A5B">
        <w:rPr>
          <w:rFonts w:ascii="Arial" w:hAnsi="Arial" w:cs="Arial"/>
          <w:i/>
          <w:sz w:val="20"/>
          <w:szCs w:val="20"/>
        </w:rPr>
        <w:tab/>
      </w:r>
      <w:bookmarkStart w:id="0" w:name="_GoBack"/>
      <w:bookmarkEnd w:id="0"/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E3D" w:rsidRDefault="00524E3D">
      <w:r>
        <w:separator/>
      </w:r>
    </w:p>
  </w:endnote>
  <w:endnote w:type="continuationSeparator" w:id="0">
    <w:p w:rsidR="00524E3D" w:rsidRDefault="00524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24E3D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5A3945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E3D" w:rsidRDefault="00524E3D">
      <w:r>
        <w:separator/>
      </w:r>
    </w:p>
  </w:footnote>
  <w:footnote w:type="continuationSeparator" w:id="0">
    <w:p w:rsidR="00524E3D" w:rsidRDefault="00524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24E3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524E3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24E3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44.4pt;height:34.6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70666A0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73C2AB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476684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C84F8C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AE9C35E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BE4525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38BE576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BD2828A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45261DB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F8E632C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C20127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F86C51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7603E3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7E0D7F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0F659A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1E86CF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95AD9B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F5C86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FC5C10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5ABB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9EAC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062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9A31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8E6A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769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027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56CE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BF689C22">
      <w:start w:val="1"/>
      <w:numFmt w:val="lowerLetter"/>
      <w:lvlText w:val="%1)"/>
      <w:lvlJc w:val="left"/>
      <w:pPr>
        <w:ind w:left="644" w:hanging="360"/>
      </w:pPr>
    </w:lvl>
    <w:lvl w:ilvl="1" w:tplc="387C4B56" w:tentative="1">
      <w:start w:val="1"/>
      <w:numFmt w:val="lowerLetter"/>
      <w:lvlText w:val="%2."/>
      <w:lvlJc w:val="left"/>
      <w:pPr>
        <w:ind w:left="1364" w:hanging="360"/>
      </w:pPr>
    </w:lvl>
    <w:lvl w:ilvl="2" w:tplc="A9584952" w:tentative="1">
      <w:start w:val="1"/>
      <w:numFmt w:val="lowerRoman"/>
      <w:lvlText w:val="%3."/>
      <w:lvlJc w:val="right"/>
      <w:pPr>
        <w:ind w:left="2084" w:hanging="180"/>
      </w:pPr>
    </w:lvl>
    <w:lvl w:ilvl="3" w:tplc="5D5E4820" w:tentative="1">
      <w:start w:val="1"/>
      <w:numFmt w:val="decimal"/>
      <w:lvlText w:val="%4."/>
      <w:lvlJc w:val="left"/>
      <w:pPr>
        <w:ind w:left="2804" w:hanging="360"/>
      </w:pPr>
    </w:lvl>
    <w:lvl w:ilvl="4" w:tplc="68BC94F2" w:tentative="1">
      <w:start w:val="1"/>
      <w:numFmt w:val="lowerLetter"/>
      <w:lvlText w:val="%5."/>
      <w:lvlJc w:val="left"/>
      <w:pPr>
        <w:ind w:left="3524" w:hanging="360"/>
      </w:pPr>
    </w:lvl>
    <w:lvl w:ilvl="5" w:tplc="8F9E388A" w:tentative="1">
      <w:start w:val="1"/>
      <w:numFmt w:val="lowerRoman"/>
      <w:lvlText w:val="%6."/>
      <w:lvlJc w:val="right"/>
      <w:pPr>
        <w:ind w:left="4244" w:hanging="180"/>
      </w:pPr>
    </w:lvl>
    <w:lvl w:ilvl="6" w:tplc="93665A22" w:tentative="1">
      <w:start w:val="1"/>
      <w:numFmt w:val="decimal"/>
      <w:lvlText w:val="%7."/>
      <w:lvlJc w:val="left"/>
      <w:pPr>
        <w:ind w:left="4964" w:hanging="360"/>
      </w:pPr>
    </w:lvl>
    <w:lvl w:ilvl="7" w:tplc="2C807B2E" w:tentative="1">
      <w:start w:val="1"/>
      <w:numFmt w:val="lowerLetter"/>
      <w:lvlText w:val="%8."/>
      <w:lvlJc w:val="left"/>
      <w:pPr>
        <w:ind w:left="5684" w:hanging="360"/>
      </w:pPr>
    </w:lvl>
    <w:lvl w:ilvl="8" w:tplc="1E74B79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CEEA9E3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76A644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6ED1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4EB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6EEE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78B6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E200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A5E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1C4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E77CFB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5AEE58" w:tentative="1">
      <w:start w:val="1"/>
      <w:numFmt w:val="lowerLetter"/>
      <w:lvlText w:val="%2."/>
      <w:lvlJc w:val="left"/>
      <w:pPr>
        <w:ind w:left="1440" w:hanging="360"/>
      </w:pPr>
    </w:lvl>
    <w:lvl w:ilvl="2" w:tplc="2DEE88DA" w:tentative="1">
      <w:start w:val="1"/>
      <w:numFmt w:val="lowerRoman"/>
      <w:lvlText w:val="%3."/>
      <w:lvlJc w:val="right"/>
      <w:pPr>
        <w:ind w:left="2160" w:hanging="180"/>
      </w:pPr>
    </w:lvl>
    <w:lvl w:ilvl="3" w:tplc="BA82B1C4" w:tentative="1">
      <w:start w:val="1"/>
      <w:numFmt w:val="decimal"/>
      <w:lvlText w:val="%4."/>
      <w:lvlJc w:val="left"/>
      <w:pPr>
        <w:ind w:left="2880" w:hanging="360"/>
      </w:pPr>
    </w:lvl>
    <w:lvl w:ilvl="4" w:tplc="23EC81D6" w:tentative="1">
      <w:start w:val="1"/>
      <w:numFmt w:val="lowerLetter"/>
      <w:lvlText w:val="%5."/>
      <w:lvlJc w:val="left"/>
      <w:pPr>
        <w:ind w:left="3600" w:hanging="360"/>
      </w:pPr>
    </w:lvl>
    <w:lvl w:ilvl="5" w:tplc="54187C76" w:tentative="1">
      <w:start w:val="1"/>
      <w:numFmt w:val="lowerRoman"/>
      <w:lvlText w:val="%6."/>
      <w:lvlJc w:val="right"/>
      <w:pPr>
        <w:ind w:left="4320" w:hanging="180"/>
      </w:pPr>
    </w:lvl>
    <w:lvl w:ilvl="6" w:tplc="629C90C4" w:tentative="1">
      <w:start w:val="1"/>
      <w:numFmt w:val="decimal"/>
      <w:lvlText w:val="%7."/>
      <w:lvlJc w:val="left"/>
      <w:pPr>
        <w:ind w:left="5040" w:hanging="360"/>
      </w:pPr>
    </w:lvl>
    <w:lvl w:ilvl="7" w:tplc="586A6E1E" w:tentative="1">
      <w:start w:val="1"/>
      <w:numFmt w:val="lowerLetter"/>
      <w:lvlText w:val="%8."/>
      <w:lvlJc w:val="left"/>
      <w:pPr>
        <w:ind w:left="5760" w:hanging="360"/>
      </w:pPr>
    </w:lvl>
    <w:lvl w:ilvl="8" w:tplc="E9DAD3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D1C03F9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1D245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5C91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F2B4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AEFE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0485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D642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F2DC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C683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ACEEBB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13AE8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17A02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C6A3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6C7C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2C10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E486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9486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4AFD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3C6C4B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2CAD1A" w:tentative="1">
      <w:start w:val="1"/>
      <w:numFmt w:val="lowerLetter"/>
      <w:lvlText w:val="%2."/>
      <w:lvlJc w:val="left"/>
      <w:pPr>
        <w:ind w:left="1440" w:hanging="360"/>
      </w:pPr>
    </w:lvl>
    <w:lvl w:ilvl="2" w:tplc="2B048946" w:tentative="1">
      <w:start w:val="1"/>
      <w:numFmt w:val="lowerRoman"/>
      <w:lvlText w:val="%3."/>
      <w:lvlJc w:val="right"/>
      <w:pPr>
        <w:ind w:left="2160" w:hanging="180"/>
      </w:pPr>
    </w:lvl>
    <w:lvl w:ilvl="3" w:tplc="B1DE0E42" w:tentative="1">
      <w:start w:val="1"/>
      <w:numFmt w:val="decimal"/>
      <w:lvlText w:val="%4."/>
      <w:lvlJc w:val="left"/>
      <w:pPr>
        <w:ind w:left="2880" w:hanging="360"/>
      </w:pPr>
    </w:lvl>
    <w:lvl w:ilvl="4" w:tplc="359C0828" w:tentative="1">
      <w:start w:val="1"/>
      <w:numFmt w:val="lowerLetter"/>
      <w:lvlText w:val="%5."/>
      <w:lvlJc w:val="left"/>
      <w:pPr>
        <w:ind w:left="3600" w:hanging="360"/>
      </w:pPr>
    </w:lvl>
    <w:lvl w:ilvl="5" w:tplc="3AEA99C0" w:tentative="1">
      <w:start w:val="1"/>
      <w:numFmt w:val="lowerRoman"/>
      <w:lvlText w:val="%6."/>
      <w:lvlJc w:val="right"/>
      <w:pPr>
        <w:ind w:left="4320" w:hanging="180"/>
      </w:pPr>
    </w:lvl>
    <w:lvl w:ilvl="6" w:tplc="D034E1BA" w:tentative="1">
      <w:start w:val="1"/>
      <w:numFmt w:val="decimal"/>
      <w:lvlText w:val="%7."/>
      <w:lvlJc w:val="left"/>
      <w:pPr>
        <w:ind w:left="5040" w:hanging="360"/>
      </w:pPr>
    </w:lvl>
    <w:lvl w:ilvl="7" w:tplc="25301786" w:tentative="1">
      <w:start w:val="1"/>
      <w:numFmt w:val="lowerLetter"/>
      <w:lvlText w:val="%8."/>
      <w:lvlJc w:val="left"/>
      <w:pPr>
        <w:ind w:left="5760" w:hanging="360"/>
      </w:pPr>
    </w:lvl>
    <w:lvl w:ilvl="8" w:tplc="C152EB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793456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2606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10A9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AEF0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30D4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EEAD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FA02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DA89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1ECD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312E2E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8E35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24E6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58B7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2C47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CEFC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E4CC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FAFE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3862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06ECF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AA7F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6235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E08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F609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88F7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4C4C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28EF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18A4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DE3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4E3D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3945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5DF2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1B6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953A5F9"/>
  <w15:docId w15:val="{109712F5-7E37-44E6-9867-6E2A2B81B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4</TotalTime>
  <Pages>4</Pages>
  <Words>998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Vávra Tomáš</cp:lastModifiedBy>
  <cp:revision>7</cp:revision>
  <cp:lastPrinted>2014-10-07T12:22:00Z</cp:lastPrinted>
  <dcterms:created xsi:type="dcterms:W3CDTF">2016-10-21T12:51:00Z</dcterms:created>
  <dcterms:modified xsi:type="dcterms:W3CDTF">2022-09-19T07:45:00Z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